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A4774">
        <w:rPr>
          <w:rFonts w:ascii="Corbel" w:hAnsi="Corbel"/>
          <w:b/>
          <w:smallCaps/>
          <w:sz w:val="24"/>
          <w:szCs w:val="24"/>
        </w:rPr>
        <w:t>202</w:t>
      </w:r>
      <w:r w:rsidR="001534D4">
        <w:rPr>
          <w:rFonts w:ascii="Corbel" w:hAnsi="Corbel"/>
          <w:b/>
          <w:smallCaps/>
          <w:sz w:val="24"/>
          <w:szCs w:val="24"/>
        </w:rPr>
        <w:t>1</w:t>
      </w:r>
      <w:r w:rsidR="00B87509">
        <w:rPr>
          <w:rFonts w:ascii="Corbel" w:hAnsi="Corbel"/>
          <w:b/>
          <w:smallCaps/>
          <w:sz w:val="24"/>
          <w:szCs w:val="24"/>
        </w:rPr>
        <w:t>-</w:t>
      </w:r>
      <w:r w:rsidR="00CA4774">
        <w:rPr>
          <w:rFonts w:ascii="Corbel" w:hAnsi="Corbel"/>
          <w:b/>
          <w:smallCaps/>
          <w:sz w:val="24"/>
          <w:szCs w:val="24"/>
        </w:rPr>
        <w:t>202</w:t>
      </w:r>
      <w:r w:rsidR="001534D4">
        <w:rPr>
          <w:rFonts w:ascii="Corbel" w:hAnsi="Corbel"/>
          <w:b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C0BBD">
        <w:rPr>
          <w:rFonts w:ascii="Corbel" w:hAnsi="Corbel"/>
          <w:sz w:val="20"/>
          <w:szCs w:val="20"/>
        </w:rPr>
        <w:t xml:space="preserve">Rok akademicki   </w:t>
      </w:r>
      <w:r w:rsidR="00CA4774">
        <w:rPr>
          <w:rFonts w:ascii="Corbel" w:hAnsi="Corbel"/>
          <w:sz w:val="20"/>
          <w:szCs w:val="20"/>
        </w:rPr>
        <w:t>202</w:t>
      </w:r>
      <w:r w:rsidR="00A65995">
        <w:rPr>
          <w:rFonts w:ascii="Corbel" w:hAnsi="Corbel"/>
          <w:sz w:val="20"/>
          <w:szCs w:val="20"/>
        </w:rPr>
        <w:t>5</w:t>
      </w:r>
      <w:r w:rsidR="00CA4774">
        <w:rPr>
          <w:rFonts w:ascii="Corbel" w:hAnsi="Corbel"/>
          <w:sz w:val="20"/>
          <w:szCs w:val="20"/>
        </w:rPr>
        <w:t>/20</w:t>
      </w:r>
      <w:r w:rsidR="00A65995">
        <w:rPr>
          <w:rFonts w:ascii="Corbel" w:hAnsi="Corbel"/>
          <w:sz w:val="20"/>
          <w:szCs w:val="20"/>
        </w:rPr>
        <w:t>26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i w szkole</w:t>
            </w:r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9022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9022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530D49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156EB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E09E6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2D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0B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56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156E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F54953" w:rsidRDefault="00F549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0E09E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E09E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E09E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E09E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0E09E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0E09E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prawa dziecka i osoby z niepełnosprawnością, sposoby ich egzekwowania oraz propagowania 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środ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wisku zarówno przedszkolnym oraz szkolnym, jak i poza</w:t>
            </w:r>
            <w:r w:rsidR="00BA6BB6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3C028A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3C028A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nimi</w:t>
            </w:r>
            <w:r w:rsidR="007321E8">
              <w:rPr>
                <w:rFonts w:ascii="Corbel" w:hAnsi="Corbel"/>
                <w:sz w:val="24"/>
                <w:szCs w:val="24"/>
              </w:rPr>
              <w:t>, wymieni i ro</w:t>
            </w:r>
            <w:r w:rsidR="00887C25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</w:t>
            </w:r>
            <w:r w:rsidR="007321E8">
              <w:rPr>
                <w:rFonts w:ascii="Corbel" w:hAnsi="Corbel"/>
                <w:sz w:val="24"/>
                <w:szCs w:val="24"/>
              </w:rPr>
              <w:t>y</w:t>
            </w:r>
            <w:r w:rsidR="007321E8">
              <w:rPr>
                <w:rFonts w:ascii="Corbel" w:hAnsi="Corbel"/>
                <w:sz w:val="24"/>
                <w:szCs w:val="24"/>
              </w:rPr>
              <w:t>zyka dysleksji, trudności związanych z nabywaniem umi</w:t>
            </w:r>
            <w:r w:rsidR="007321E8">
              <w:rPr>
                <w:rFonts w:ascii="Corbel" w:hAnsi="Corbel"/>
                <w:sz w:val="24"/>
                <w:szCs w:val="24"/>
              </w:rPr>
              <w:t>e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jętności arytmetycznych, </w:t>
            </w:r>
            <w:r w:rsidR="00E63902">
              <w:rPr>
                <w:rFonts w:ascii="Corbel" w:hAnsi="Corbel"/>
                <w:sz w:val="24"/>
                <w:szCs w:val="24"/>
              </w:rPr>
              <w:t>autystycznego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spektrum zab</w:t>
            </w:r>
            <w:r w:rsidR="007321E8">
              <w:rPr>
                <w:rFonts w:ascii="Corbel" w:hAnsi="Corbel"/>
                <w:sz w:val="24"/>
                <w:szCs w:val="24"/>
              </w:rPr>
              <w:t>u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rzeń, </w:t>
            </w:r>
            <w:r w:rsidR="00E63902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>
              <w:rPr>
                <w:rFonts w:ascii="Corbel" w:hAnsi="Corbel"/>
                <w:sz w:val="24"/>
                <w:szCs w:val="24"/>
              </w:rPr>
              <w:t>mózgowego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p</w:t>
            </w:r>
            <w:r w:rsidR="007321E8">
              <w:rPr>
                <w:rFonts w:ascii="Corbel" w:hAnsi="Corbel"/>
                <w:sz w:val="24"/>
                <w:szCs w:val="24"/>
              </w:rPr>
              <w:t>o</w:t>
            </w:r>
            <w:r w:rsidR="007321E8">
              <w:rPr>
                <w:rFonts w:ascii="Corbel" w:hAnsi="Corbel"/>
                <w:sz w:val="24"/>
                <w:szCs w:val="24"/>
              </w:rPr>
              <w:t>rażenia dziecięcego i innych zaburzeń r</w:t>
            </w:r>
            <w:r w:rsidR="00E63902">
              <w:rPr>
                <w:rFonts w:ascii="Corbel" w:hAnsi="Corbel"/>
                <w:sz w:val="24"/>
                <w:szCs w:val="24"/>
              </w:rPr>
              <w:t>uchowych, zab</w:t>
            </w:r>
            <w:r w:rsidR="00E63902">
              <w:rPr>
                <w:rFonts w:ascii="Corbel" w:hAnsi="Corbel"/>
                <w:sz w:val="24"/>
                <w:szCs w:val="24"/>
              </w:rPr>
              <w:t>u</w:t>
            </w:r>
            <w:r w:rsidR="00E63902">
              <w:rPr>
                <w:rFonts w:ascii="Corbel" w:hAnsi="Corbel"/>
                <w:sz w:val="24"/>
                <w:szCs w:val="24"/>
              </w:rPr>
              <w:t xml:space="preserve">rzeń o podłożu genetycznym, chorób przewlekłych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="00E63902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B10BC5" w:rsidRDefault="009B3F5B" w:rsidP="00092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</w:t>
            </w:r>
            <w:r w:rsidR="007321E8">
              <w:rPr>
                <w:rFonts w:ascii="Corbel" w:hAnsi="Corbel"/>
                <w:sz w:val="24"/>
                <w:szCs w:val="24"/>
              </w:rPr>
              <w:t>z</w:t>
            </w:r>
            <w:r w:rsidR="007321E8">
              <w:rPr>
                <w:rFonts w:ascii="Corbel" w:hAnsi="Corbel"/>
                <w:sz w:val="24"/>
                <w:szCs w:val="24"/>
              </w:rPr>
              <w:t>wojowych i edukacyjnych dziecka w wieku przedszkolnym i ucznia</w:t>
            </w:r>
            <w:r w:rsidR="00B10BC5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w młodszym wieku szkolnym, określi optymalne </w:t>
            </w:r>
            <w:r w:rsidR="007321E8">
              <w:rPr>
                <w:rFonts w:ascii="Corbel" w:hAnsi="Corbel"/>
                <w:sz w:val="24"/>
                <w:szCs w:val="24"/>
              </w:rPr>
              <w:lastRenderedPageBreak/>
              <w:t xml:space="preserve">sposoby organizowania środowiska edukacyjnego oraz wspomagania dziecka lub ucznia i jego rodziców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oraz  </w:t>
            </w:r>
            <w:r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działania pedagogiczne, a także </w:t>
            </w:r>
            <w:r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spersonalizowane pr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gramy kształcenia i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codziennej praktyce edukacyjnej różnoro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d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ne sposoby organizowania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3C028A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3C028A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3C028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ucznia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3C028A" w:rsidRDefault="007321E8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Pr="00DC5061">
              <w:rPr>
                <w:rFonts w:ascii="Corbel" w:hAnsi="Corbel"/>
                <w:sz w:val="24"/>
                <w:szCs w:val="24"/>
              </w:rPr>
              <w:t>i</w:t>
            </w:r>
            <w:r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Pr="00DC5061">
              <w:rPr>
                <w:rFonts w:ascii="Corbel" w:hAnsi="Corbel"/>
                <w:sz w:val="24"/>
                <w:szCs w:val="24"/>
              </w:rPr>
              <w:t>n</w:t>
            </w:r>
            <w:r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Pr="00DC5061">
              <w:rPr>
                <w:rFonts w:ascii="Corbel" w:hAnsi="Corbel"/>
                <w:sz w:val="24"/>
                <w:szCs w:val="24"/>
              </w:rPr>
              <w:t>i</w:t>
            </w:r>
            <w:r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E09E6" w:rsidRDefault="007937F9" w:rsidP="00CE6CCF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:rsidR="0085747A" w:rsidRPr="003C028A" w:rsidRDefault="0085747A" w:rsidP="003C028A">
      <w:pPr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</w:t>
            </w:r>
            <w:r w:rsidRPr="00AC0BBD">
              <w:rPr>
                <w:rStyle w:val="fontstyle01"/>
                <w:rFonts w:ascii="Corbel" w:hAnsi="Corbel"/>
                <w:color w:val="auto"/>
              </w:rPr>
              <w:t>e</w:t>
            </w:r>
            <w:r w:rsidRPr="00AC0BBD">
              <w:rPr>
                <w:rStyle w:val="fontstyle01"/>
                <w:rFonts w:ascii="Corbel" w:hAnsi="Corbel"/>
                <w:color w:val="auto"/>
              </w:rPr>
              <w:t>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>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Wybrane formy pomocy psychologiczno-pedagogicznej do indywidualnych potrzeb </w:t>
            </w:r>
            <w:r w:rsidR="00E3089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możliwości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psychof</w:t>
            </w:r>
            <w:r w:rsidRPr="00387ED9">
              <w:rPr>
                <w:rStyle w:val="fontstyle01"/>
                <w:rFonts w:ascii="Corbel" w:hAnsi="Corbel"/>
              </w:rPr>
              <w:t>i</w:t>
            </w:r>
            <w:r w:rsidRPr="00387ED9">
              <w:rPr>
                <w:rStyle w:val="fontstyle01"/>
                <w:rFonts w:ascii="Corbel" w:hAnsi="Corbel"/>
              </w:rPr>
              <w:t>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Zapoznanie z różnymi rodzajami diagnozy w planowaniu działań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>rehabilitacyjnych, terapeutycznych, dydaktyczno-wychowawczych dla dziecka ze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 xml:space="preserve">specjalnymi potrzebami edukacyjnymi.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Analiza i interpretacja diagnozy psychologicznej, pedagogicznej, logopedycznej i innej specj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listycznej (zawartej w opi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E09E6" w:rsidRDefault="0071620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2DB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85747A" w:rsidRPr="00BA6BB6" w:rsidRDefault="009F4610" w:rsidP="00092D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Forma zajęć d</w:t>
            </w:r>
            <w:r w:rsidRPr="000E09E6">
              <w:rPr>
                <w:rFonts w:ascii="Corbel" w:hAnsi="Corbel"/>
                <w:sz w:val="24"/>
                <w:szCs w:val="24"/>
              </w:rPr>
              <w:t>y</w:t>
            </w:r>
            <w:r w:rsidRPr="000E09E6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85747A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E09E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E09E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0E09E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</w:t>
            </w:r>
            <w:r w:rsidR="00666A03">
              <w:rPr>
                <w:rFonts w:ascii="Corbel" w:hAnsi="Corbel"/>
                <w:sz w:val="24"/>
                <w:szCs w:val="24"/>
              </w:rPr>
              <w:t>K</w:t>
            </w:r>
            <w:r w:rsidR="00BA6BB6" w:rsidRPr="000E09E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BA6BB6" w:rsidRPr="00BA6BB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</w:t>
            </w:r>
            <w:r w:rsidR="00666A03">
              <w:rPr>
                <w:rFonts w:ascii="Corbel" w:hAnsi="Corbel"/>
                <w:sz w:val="24"/>
                <w:szCs w:val="24"/>
              </w:rPr>
              <w:t>K</w:t>
            </w:r>
            <w:r w:rsidRPr="000E09E6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666A03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054E50" w:rsidRPr="000E09E6">
              <w:rPr>
                <w:rFonts w:ascii="Corbel" w:hAnsi="Corbel"/>
                <w:sz w:val="24"/>
                <w:szCs w:val="24"/>
              </w:rPr>
              <w:t>k_ 04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b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2DBE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tywne ich zaopiniowanie przez prowadzącego zajęcia.</w:t>
            </w:r>
          </w:p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5C2E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</w:t>
            </w:r>
            <w:r w:rsidR="00E3089D">
              <w:rPr>
                <w:rFonts w:ascii="Corbel" w:hAnsi="Corbel"/>
                <w:sz w:val="24"/>
                <w:szCs w:val="24"/>
              </w:rPr>
              <w:t>i</w:t>
            </w:r>
            <w:r w:rsidR="00E3089D"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5239" w:rsidRPr="00387ED9" w:rsidTr="00336912">
        <w:trPr>
          <w:trHeight w:val="397"/>
        </w:trPr>
        <w:tc>
          <w:tcPr>
            <w:tcW w:w="7513" w:type="dxa"/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65239" w:rsidRPr="00387ED9" w:rsidRDefault="00265239" w:rsidP="00092DBE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Baran J., </w:t>
            </w:r>
            <w:proofErr w:type="spellStart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Cierpiałowska</w:t>
            </w:r>
            <w:proofErr w:type="spellEnd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Mikrut A. 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(red.): </w:t>
            </w:r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Teoria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 praktyka oddział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wań </w:t>
            </w:r>
            <w:proofErr w:type="spellStart"/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</w:t>
            </w:r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flaktyczno</w:t>
            </w:r>
            <w:proofErr w:type="spellEnd"/>
            <w:r w:rsidR="00092DB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-wspierających rozwój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osób z niepełnosprawnością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2011.</w:t>
            </w:r>
          </w:p>
          <w:p w:rsidR="00265239" w:rsidRPr="00387ED9" w:rsidRDefault="00092DBE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2002, APS im M. Grzegorzewskiej.</w:t>
            </w:r>
          </w:p>
          <w:p w:rsidR="00265239" w:rsidRPr="00387ED9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Diagnoza i rewalidacja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cjalnymi potrzebami edukacyjnymi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Leśniewska K., Puchała E., Zaremba L.,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Specjalne potrzeby edukacy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ne dzieci i młodzieży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2011, MEN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Majewicz 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Mikrut A.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Aktywizacja ucznia z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niepełnosprawnością w r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óżnych obszarach jego edukacji.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2012.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Mihilewicz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S.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iecko z trudnościami w rozwoju.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2005.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Palak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 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Pedagog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specjalny w procesie edukacji,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rehabilitacji i 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socjalizacji.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Lublin 2008.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Bidziński K., </w:t>
            </w: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Pietrzkiewicz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poznawaniu siebie i świa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ta przez dziecko ze specjalnymi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potrzebami edukacyjnymi.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Kielce 2008.</w:t>
            </w:r>
          </w:p>
          <w:p w:rsidR="00092DBE" w:rsidRPr="00092DBE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Ozga A., Kurtek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ze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specjalnymi potrzebami edukacyjnymi w ekosystemie. 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Kielce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2005.</w:t>
            </w:r>
          </w:p>
          <w:p w:rsidR="00265239" w:rsidRPr="00387ED9" w:rsidRDefault="00265239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Rutkowski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(red.): Dziecko ze specjalnymi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potrzebami eduka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cyjnymi w drodze ku dorosłości.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Psychopedagogiczne podstawy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edukacji, rewalidacji i terapii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trudności w uczeniu się. Kraków 2009.</w:t>
            </w:r>
          </w:p>
          <w:p w:rsidR="00265239" w:rsidRPr="00387ED9" w:rsidRDefault="00092DBE" w:rsidP="00092DBE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</w:rPr>
            </w:pPr>
            <w:r>
              <w:rPr>
                <w:rStyle w:val="fontstyle01"/>
                <w:rFonts w:ascii="Corbel" w:hAnsi="Corbel"/>
              </w:rPr>
              <w:t xml:space="preserve">Wyczesany J., Mikrut A.,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Kształcenie zintegrowane dzieci o specja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l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nych potrzebach edukacyjnych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Kraków, 2002, Wydawnictwo Naukowe AP</w:t>
            </w:r>
            <w:r w:rsidR="00265239"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265239" w:rsidRPr="00387ED9" w:rsidRDefault="00265239" w:rsidP="00092DBE">
            <w:p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Akty prawne: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26 stycznia 1982 r. Karta Nauczyciela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1189), zwłaszcza Art. 6. Pkt 2 oraz Art. 42. pkt 2 i 2d;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7 września 1991 r. o systemie oświaty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2016 r., poz. 1943 ze zm. z 2016 r., poz. 1954, 1985 i 2169, z 2017 r., poz. 60, 949 i. 1292), zwłaszcza Art. 44c, Art. 44d, Art. 44f ust.7, Art. 44h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ust. 3–4 i 5, Art.44i ust. 7, Art. 44o ust. 2–3 i 5–6, Art. 44zb;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14 grudnia 2016 r. Prawo oświatowe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59 i 949) zwłaszcza Art. 1 pkt 5, Art. 4 pkt 24, 32 i 33, Art. 5, Art. 11 ust. 2-3 i 6, Art. 26, Art. 36 ust. 4–6, Art. 37 ust. 7, Art. 38, 39 ust. 4, Art. 44, Art. 47 ust. 1 pkt 3, 5 i 7, Art. 55 ust. 1–2, Art. 68 ust.1 pkt 7 i 10, Ar</w:t>
            </w:r>
            <w:r w:rsidR="00092DBE">
              <w:rPr>
                <w:rFonts w:ascii="Corbel" w:hAnsi="Corbel" w:cs="Calibri"/>
                <w:color w:val="000000"/>
                <w:sz w:val="24"/>
                <w:szCs w:val="24"/>
              </w:rPr>
              <w:t xml:space="preserve">t. 98 ust. 1. pkt 4 i 8, ust. 2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pkt 1 i 2, Art. 102 ust. 1 pkt 3–4 i 9 oraz 12, Art. 109 ust. 1 pkt 5 i ust 5, Art. 110, Art. 127, Art. 131 ust 2 pkt 2–5;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zasad udzielania i organizacji 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mocy psychologic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zno-pedagogicznej w publicznych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przedszkolach, szk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1643);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zasad organizacji i u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dzielania pomocy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gicznej w publicznych przedszkolach, szkołach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1591);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warunków organizowania kszta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ł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cenia, wychowania i opieki dla dzieci i młodzieży niepełnosprawnych, niedostosowanych społecznie i zagrożonych niedostosowaniem społec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1652);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warunków organizowania kształcenia, wychowania i opieki dla dzieci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i młodzieży niepełnosprawnych,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niedostosowanych społecznie i zagrożonych niedostosowaniem społecznym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1578);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indywidualnego obowiązkowego rocznego przy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gotowania przedszkolnego dzieci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 indywidualnego na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indywidualnego obowiązkowego rocznego przygotowa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przedszkolnego dzieci i indywidualnego nauczania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1616);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17 marca 2017 r. w sprawie szczegółowej organizacji publicznych szkół i publicznych prze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szkoli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649) zwłaszcza § 10 ust. 3–4, § 17 ust. 1 pkt 8;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25 sierpnia 2017 r. w sprawie sposobu prowadzenia przez publiczne przedszkola, szkoły i pl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cówki do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kumentacji przebiegu nauczania,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działalności wychowawczej 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 xml:space="preserve">opiekuńczej oraz rodzajów tej dokumentacji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1646), zwłaszcza § 11, § 13, § 18, § 19;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14 lutego 2017 r. w sprawie podstawy programowej wychowania przedszkolnego oraz po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stawy programowej kształcenia ogólnego dla szkoły podstawowej, w tym dla uczniów z niepełnosprawnością intelektualną w stopniu umia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kowanym lub znacznym, kształcenia ogólnego dla branżowej szkoły I stopnia, kształcenia ogólnego dla szkoły specjalnej przysposabiającej do pracy oraz kształcenia ogólnego dla szkoły policealnej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356);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27 sierpnia 2012 r. w sprawie podstawy programowej wychowania przedszkolnego oraz kształcenia ogólnego w poszczególnych typach szkół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2012 r., poz. 977 ze zm.);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24 sierpnia 2017 r. w sprawie organizowania wczesnego wspomagania rozwoju dzieci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1635);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 lutego 2013 r. w sprawie zasad działania pub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licznych poradni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gicznych, w tym public</w:t>
            </w:r>
            <w:r w:rsidR="00092DB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znych poradni specjalistycznych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2013 r., poz. 199 oraz z 2017 r., poz. 1647);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7 września 2017 r. w sprawie orzeczeń i opinii wydawanych przez zespoły orzekające działaj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ą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ce w publicznych poradniach psychologicznopedagogicznych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1743);</w:t>
            </w:r>
          </w:p>
          <w:p w:rsidR="00265239" w:rsidRPr="00387ED9" w:rsidRDefault="00265239" w:rsidP="00092DBE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11 sierpnia 2017 r. w sprawie publicznych placówek oświatowo-wychowawczych, młodzież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wych ośrodków wychowawczych, młodzieżowych ośrodków socjoterapii, specjalnych ośrodków szkolno-wychowawczych, specjalnych ośrodków wychowawczych, ośrodków rewalidacyjno-wychowawczych oraz plac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ó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wek zapewniających opiekę i wychowanie uczniom w okresie pobierania nauki poz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 miejscem stałego zamieszkania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1606)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</w:tr>
      <w:tr w:rsidR="00265239" w:rsidRPr="00387ED9" w:rsidTr="002652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 xml:space="preserve">Barłóg K., Mach A., 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Zaborniak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>-Sobczak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Odkrywanie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="00092DB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talentów.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Konteksty edukacji i rozwoju.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Rzeszów 2012.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Chodkowska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Pr="00265239">
              <w:rPr>
                <w:rStyle w:val="fontstyle01"/>
                <w:rFonts w:ascii="Corbel" w:hAnsi="Corbel"/>
                <w:color w:val="auto"/>
              </w:rPr>
              <w:t>Osik-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Chudowolska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D.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(red.): Osoba z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upośledzeniem umysłowym w realiach współczesnego świata.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Kraków 2011.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Głodkowska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Poznanie ucznia szkoły specjalnej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. Warszawa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1999.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Jakoniuk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Diallo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A., Kubiak H.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(red.):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 co pytają rodzice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dzieci z ni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e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pełnosprawnością?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Warszawa 2010.</w:t>
            </w:r>
          </w:p>
          <w:p w:rsidR="00265239" w:rsidRPr="00387ED9" w:rsidRDefault="00265239" w:rsidP="00092DB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265239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265239">
              <w:rPr>
                <w:rFonts w:ascii="Corbel" w:hAnsi="Corbel"/>
                <w:sz w:val="24"/>
                <w:szCs w:val="24"/>
              </w:rPr>
              <w:t>potrz</w:t>
            </w:r>
            <w:r w:rsidRPr="00265239">
              <w:rPr>
                <w:rFonts w:ascii="Corbel" w:hAnsi="Corbel"/>
                <w:sz w:val="24"/>
                <w:szCs w:val="24"/>
              </w:rPr>
              <w:t>e</w:t>
            </w:r>
            <w:r w:rsidRPr="00265239">
              <w:rPr>
                <w:rFonts w:ascii="Corbel" w:hAnsi="Corbel"/>
                <w:sz w:val="24"/>
                <w:szCs w:val="24"/>
              </w:rPr>
              <w:t xml:space="preserve">bach edukacyjnych // W : Problemy wychowawcze dzieci i młodzieży T. 2., pod red. Małgorzaty Łoskot - Poznań : Wydaw. FORUM 2010. </w:t>
            </w:r>
          </w:p>
          <w:p w:rsidR="00265239" w:rsidRPr="00265239" w:rsidRDefault="00265239" w:rsidP="00092DB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65239">
              <w:rPr>
                <w:rFonts w:ascii="Corbel" w:hAnsi="Corbel"/>
                <w:b w:val="0"/>
                <w:smallCaps w:val="0"/>
                <w:szCs w:val="24"/>
              </w:rPr>
              <w:t>Minczakiewicz</w:t>
            </w:r>
            <w:proofErr w:type="spellEnd"/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65239">
              <w:rPr>
                <w:rFonts w:ascii="Corbel" w:hAnsi="Corbel"/>
                <w:b w:val="0"/>
                <w:smallCaps w:val="0"/>
                <w:szCs w:val="24"/>
              </w:rPr>
              <w:t>E.,Jak</w:t>
            </w:r>
            <w:proofErr w:type="spellEnd"/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2DBE">
              <w:rPr>
                <w:rFonts w:ascii="Corbel" w:hAnsi="Corbel"/>
                <w:b w:val="0"/>
                <w:smallCaps w:val="0"/>
                <w:szCs w:val="24"/>
              </w:rPr>
              <w:t xml:space="preserve">krok po kroku wprowadzać dzieci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>o specjalnych potrzebach edukacyjnych w świat zabawy i nauki, Kraków : "Impuls",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29C" w:rsidRDefault="006D029C" w:rsidP="00C16ABF">
      <w:pPr>
        <w:spacing w:after="0" w:line="240" w:lineRule="auto"/>
      </w:pPr>
      <w:r>
        <w:separator/>
      </w:r>
    </w:p>
  </w:endnote>
  <w:endnote w:type="continuationSeparator" w:id="0">
    <w:p w:rsidR="006D029C" w:rsidRDefault="006D02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29C" w:rsidRDefault="006D029C" w:rsidP="00C16ABF">
      <w:pPr>
        <w:spacing w:after="0" w:line="240" w:lineRule="auto"/>
      </w:pPr>
      <w:r>
        <w:separator/>
      </w:r>
    </w:p>
  </w:footnote>
  <w:footnote w:type="continuationSeparator" w:id="0">
    <w:p w:rsidR="006D029C" w:rsidRDefault="006D029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2DB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E6"/>
    <w:rsid w:val="000F1C57"/>
    <w:rsid w:val="000F5615"/>
    <w:rsid w:val="00115C2E"/>
    <w:rsid w:val="00124BFF"/>
    <w:rsid w:val="0012560E"/>
    <w:rsid w:val="00127108"/>
    <w:rsid w:val="00134B13"/>
    <w:rsid w:val="00146BC0"/>
    <w:rsid w:val="001534D4"/>
    <w:rsid w:val="00153C41"/>
    <w:rsid w:val="00154381"/>
    <w:rsid w:val="00156EB1"/>
    <w:rsid w:val="00163B5F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6566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7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892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E5224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124"/>
    <w:rsid w:val="004F1551"/>
    <w:rsid w:val="004F55A3"/>
    <w:rsid w:val="0050496F"/>
    <w:rsid w:val="00513B6F"/>
    <w:rsid w:val="00517C63"/>
    <w:rsid w:val="00526C94"/>
    <w:rsid w:val="00530D49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7651"/>
    <w:rsid w:val="005E6E85"/>
    <w:rsid w:val="005F31D2"/>
    <w:rsid w:val="0061029B"/>
    <w:rsid w:val="00617230"/>
    <w:rsid w:val="00621CE1"/>
    <w:rsid w:val="0062312C"/>
    <w:rsid w:val="00627FC9"/>
    <w:rsid w:val="00647FA8"/>
    <w:rsid w:val="00650C5F"/>
    <w:rsid w:val="00654934"/>
    <w:rsid w:val="00654E09"/>
    <w:rsid w:val="006607C2"/>
    <w:rsid w:val="006620D9"/>
    <w:rsid w:val="00666A03"/>
    <w:rsid w:val="00671958"/>
    <w:rsid w:val="00675843"/>
    <w:rsid w:val="00696477"/>
    <w:rsid w:val="006D02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5747A"/>
    <w:rsid w:val="00884922"/>
    <w:rsid w:val="00885F64"/>
    <w:rsid w:val="00887C2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5E8"/>
    <w:rsid w:val="008F6E29"/>
    <w:rsid w:val="009022B0"/>
    <w:rsid w:val="00916188"/>
    <w:rsid w:val="00923D7D"/>
    <w:rsid w:val="009508DF"/>
    <w:rsid w:val="00950DAC"/>
    <w:rsid w:val="00954A07"/>
    <w:rsid w:val="009941E1"/>
    <w:rsid w:val="00997F14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995"/>
    <w:rsid w:val="00A84C85"/>
    <w:rsid w:val="00A854C7"/>
    <w:rsid w:val="00A97DE1"/>
    <w:rsid w:val="00AB053C"/>
    <w:rsid w:val="00AC0BB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C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509"/>
    <w:rsid w:val="00B90885"/>
    <w:rsid w:val="00BA6B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263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4774"/>
    <w:rsid w:val="00CA5089"/>
    <w:rsid w:val="00CB42CB"/>
    <w:rsid w:val="00CD6897"/>
    <w:rsid w:val="00CE5BAC"/>
    <w:rsid w:val="00CE6CC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CAA"/>
    <w:rsid w:val="00D83F9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89D"/>
    <w:rsid w:val="00E51E44"/>
    <w:rsid w:val="00E63348"/>
    <w:rsid w:val="00E63902"/>
    <w:rsid w:val="00E77E88"/>
    <w:rsid w:val="00E8107D"/>
    <w:rsid w:val="00E960BB"/>
    <w:rsid w:val="00EA2074"/>
    <w:rsid w:val="00EA4832"/>
    <w:rsid w:val="00EA4E9D"/>
    <w:rsid w:val="00EB78D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953"/>
    <w:rsid w:val="00F617C3"/>
    <w:rsid w:val="00F7066B"/>
    <w:rsid w:val="00F83B28"/>
    <w:rsid w:val="00FA46E5"/>
    <w:rsid w:val="00FB04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8A54E-D7E9-47DD-8ECD-8BD884A0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2292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2019-10-20T06:58:00Z</cp:lastPrinted>
  <dcterms:created xsi:type="dcterms:W3CDTF">2019-12-02T16:45:00Z</dcterms:created>
  <dcterms:modified xsi:type="dcterms:W3CDTF">2021-09-28T08:15:00Z</dcterms:modified>
</cp:coreProperties>
</file>